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937B5" w14:textId="64C44378" w:rsidR="00525119" w:rsidRDefault="0040044D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noProof/>
          <w:lang w:eastAsia="en-GB"/>
        </w:rPr>
        <w:drawing>
          <wp:anchor distT="0" distB="0" distL="114300" distR="114300" simplePos="0" relativeHeight="251668480" behindDoc="0" locked="0" layoutInCell="1" allowOverlap="1" wp14:anchorId="4E909F7F" wp14:editId="6C847123">
            <wp:simplePos x="0" y="0"/>
            <wp:positionH relativeFrom="column">
              <wp:posOffset>6054090</wp:posOffset>
            </wp:positionH>
            <wp:positionV relativeFrom="paragraph">
              <wp:posOffset>3367405</wp:posOffset>
            </wp:positionV>
            <wp:extent cx="572135" cy="401320"/>
            <wp:effectExtent l="0" t="0" r="0" b="508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45E194F7" wp14:editId="7A1CAD7B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9383B26" wp14:editId="3D41F733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525119">
        <w:rPr>
          <w:rFonts w:ascii="Kristen ITC" w:hAnsi="Kristen ITC"/>
          <w:b/>
        </w:rPr>
        <w:t xml:space="preserve"> </w:t>
      </w:r>
      <w:r w:rsidR="00525119" w:rsidRPr="0090117B">
        <w:rPr>
          <w:rFonts w:ascii="Segoe Print" w:hAnsi="Segoe Print"/>
          <w:b/>
          <w:sz w:val="24"/>
        </w:rPr>
        <w:t xml:space="preserve">BBQ </w:t>
      </w:r>
      <w:r w:rsidR="004E0640">
        <w:rPr>
          <w:rFonts w:ascii="Segoe Print" w:hAnsi="Segoe Print"/>
          <w:b/>
          <w:sz w:val="24"/>
        </w:rPr>
        <w:t>4</w:t>
      </w:r>
      <w:r w:rsidR="00D51195" w:rsidRPr="0090117B">
        <w:rPr>
          <w:rFonts w:ascii="Segoe Print" w:hAnsi="Segoe Print"/>
          <w:b/>
          <w:sz w:val="24"/>
        </w:rPr>
        <w:t>.</w:t>
      </w:r>
      <w:r w:rsidR="00281977">
        <w:rPr>
          <w:rFonts w:ascii="Segoe Print" w:hAnsi="Segoe Print"/>
          <w:b/>
          <w:sz w:val="24"/>
        </w:rPr>
        <w:t>4</w:t>
      </w:r>
      <w:r w:rsidR="00525119"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147AEEFA" w14:textId="77777777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E20822" w:rsidRPr="000A63AF" w14:paraId="36741F95" w14:textId="77777777" w:rsidTr="007E2C1A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4B2EA697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0D97435D" w14:textId="7BEE26EC" w:rsidR="00E20822" w:rsidRPr="00FB0E81" w:rsidRDefault="007A3417" w:rsidP="007B4226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Share £108 in the ratio 2 : 7</w:t>
            </w:r>
            <w:r w:rsidR="00737BE9" w:rsidRPr="00FE7BE4">
              <w:rPr>
                <w:rFonts w:ascii="Avenir Book" w:hAnsi="Avenir Book"/>
              </w:rPr>
              <w:tab/>
            </w:r>
          </w:p>
        </w:tc>
        <w:tc>
          <w:tcPr>
            <w:tcW w:w="425" w:type="dxa"/>
            <w:tcBorders>
              <w:right w:val="nil"/>
            </w:tcBorders>
          </w:tcPr>
          <w:p w14:paraId="7F000E1D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402A6BBE" w14:textId="610319FB" w:rsidR="00E20822" w:rsidRPr="000A63AF" w:rsidRDefault="000B383E" w:rsidP="0064471D">
            <w:pPr>
              <w:spacing w:before="120" w:after="0"/>
              <w:rPr>
                <w:rFonts w:ascii="Avenir Book" w:eastAsiaTheme="minorEastAsia" w:hAnsi="Avenir Book"/>
              </w:rPr>
            </w:pPr>
            <w:r w:rsidRPr="00FE7BE4">
              <w:t xml:space="preserve">Write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6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24</m:t>
                  </m:r>
                </m:den>
              </m:f>
            </m:oMath>
            <w:r w:rsidR="00485EC2">
              <w:rPr>
                <w:rFonts w:eastAsiaTheme="minorEastAsia"/>
              </w:rPr>
              <w:t xml:space="preserve"> </w:t>
            </w:r>
            <w:r w:rsidRPr="00FE7BE4">
              <w:rPr>
                <w:rFonts w:eastAsiaTheme="minorEastAsia"/>
              </w:rPr>
              <w:t xml:space="preserve"> in its simplest form.</w:t>
            </w:r>
          </w:p>
        </w:tc>
      </w:tr>
      <w:tr w:rsidR="00E20822" w:rsidRPr="00C240D5" w14:paraId="1B4AA582" w14:textId="77777777" w:rsidTr="007E2C1A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1FEC5C84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49A5EF12" w14:textId="105CD81F" w:rsidR="00E20822" w:rsidRPr="00C240D5" w:rsidRDefault="004E0640" w:rsidP="00505FC9">
            <w:pPr>
              <w:spacing w:before="120" w:after="0"/>
              <w:rPr>
                <w:rFonts w:ascii="Avenir Book" w:hAnsi="Avenir Book"/>
              </w:rPr>
            </w:pPr>
            <w:r>
              <w:t xml:space="preserve">Work out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3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4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</w:rPr>
                        <m:t>2</m:t>
                      </m:r>
                    </m:sup>
                  </m:sSup>
                </m:e>
              </m:rad>
            </m:oMath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7DD16B70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6613A916" w14:textId="2A5D2D9B" w:rsidR="00E20822" w:rsidRPr="00C240D5" w:rsidRDefault="00B1222C" w:rsidP="0064471D">
            <w:pPr>
              <w:spacing w:before="120" w:after="0"/>
              <w:rPr>
                <w:rFonts w:ascii="Avenir Book" w:hAnsi="Avenir Book"/>
              </w:rPr>
            </w:pPr>
            <w:r w:rsidRPr="00FE7BE4">
              <w:t>Wha</w:t>
            </w:r>
            <w:r>
              <w:t>t’s the highest common factor o</w:t>
            </w:r>
            <w:r w:rsidRPr="00FE7BE4">
              <w:t xml:space="preserve">f </w:t>
            </w:r>
            <w:r w:rsidR="000178A1">
              <w:t>14 and 35</w:t>
            </w:r>
            <w:r w:rsidRPr="00FE7BE4">
              <w:t>?</w:t>
            </w:r>
          </w:p>
        </w:tc>
      </w:tr>
      <w:tr w:rsidR="00E20822" w:rsidRPr="00C240D5" w14:paraId="5AD6D8F4" w14:textId="77777777" w:rsidTr="007E2C1A">
        <w:trPr>
          <w:trHeight w:val="1398"/>
        </w:trPr>
        <w:tc>
          <w:tcPr>
            <w:tcW w:w="421" w:type="dxa"/>
            <w:tcBorders>
              <w:right w:val="nil"/>
            </w:tcBorders>
          </w:tcPr>
          <w:p w14:paraId="19BC3103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78901BE9" w14:textId="270D7C99" w:rsidR="00662F43" w:rsidRPr="00FE7BE4" w:rsidRDefault="0040044D" w:rsidP="00662F43">
            <w:pPr>
              <w:spacing w:before="120" w:after="0"/>
              <w:rPr>
                <w:rFonts w:ascii="Arial" w:hAnsi="Arial" w:cs="Arial"/>
                <w:noProof/>
                <w:szCs w:val="20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92032" behindDoc="0" locked="0" layoutInCell="1" allowOverlap="1" wp14:anchorId="4B71B945" wp14:editId="5A60D8E2">
                  <wp:simplePos x="0" y="0"/>
                  <wp:positionH relativeFrom="column">
                    <wp:posOffset>2191190</wp:posOffset>
                  </wp:positionH>
                  <wp:positionV relativeFrom="paragraph">
                    <wp:posOffset>186641</wp:posOffset>
                  </wp:positionV>
                  <wp:extent cx="952633" cy="543001"/>
                  <wp:effectExtent l="0" t="0" r="0" b="9525"/>
                  <wp:wrapNone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6CF0C6.t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633" cy="543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62F43" w:rsidRPr="00FE7BE4">
              <w:rPr>
                <w:rFonts w:ascii="Arial" w:hAnsi="Arial" w:cs="Arial"/>
                <w:noProof/>
                <w:szCs w:val="20"/>
              </w:rPr>
              <w:t>Which is the adjacent side?</w:t>
            </w:r>
          </w:p>
          <w:p w14:paraId="1AC6E1F3" w14:textId="33732E4E" w:rsidR="007E2C1A" w:rsidRPr="00C240D5" w:rsidRDefault="007E2C1A" w:rsidP="007E2C1A">
            <w:pPr>
              <w:spacing w:before="120" w:after="0"/>
              <w:rPr>
                <w:rFonts w:ascii="Avenir Book" w:hAnsi="Avenir Book"/>
              </w:rPr>
            </w:pPr>
          </w:p>
        </w:tc>
      </w:tr>
    </w:tbl>
    <w:p w14:paraId="7F4DF2E3" w14:textId="77777777" w:rsidR="000A63AF" w:rsidRDefault="000A63AF" w:rsidP="00525119">
      <w:pPr>
        <w:spacing w:after="0"/>
        <w:rPr>
          <w:rFonts w:ascii="Avenir Book" w:hAnsi="Avenir Book"/>
          <w:sz w:val="24"/>
          <w:szCs w:val="24"/>
        </w:rPr>
      </w:pPr>
    </w:p>
    <w:p w14:paraId="6C6BDE08" w14:textId="77777777" w:rsidR="007E2C1A" w:rsidRDefault="007E2C1A" w:rsidP="00525119">
      <w:pPr>
        <w:spacing w:after="0"/>
        <w:rPr>
          <w:rFonts w:ascii="Avenir Book" w:hAnsi="Avenir Book"/>
          <w:sz w:val="24"/>
          <w:szCs w:val="24"/>
        </w:rPr>
      </w:pPr>
    </w:p>
    <w:p w14:paraId="469F877D" w14:textId="77777777" w:rsidR="0040044D" w:rsidRDefault="0040044D" w:rsidP="0040044D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noProof/>
          <w:lang w:eastAsia="en-GB"/>
        </w:rPr>
        <w:drawing>
          <wp:anchor distT="0" distB="0" distL="114300" distR="114300" simplePos="0" relativeHeight="251696128" behindDoc="0" locked="0" layoutInCell="1" allowOverlap="1" wp14:anchorId="3C11C21E" wp14:editId="1050CBB3">
            <wp:simplePos x="0" y="0"/>
            <wp:positionH relativeFrom="column">
              <wp:posOffset>6054090</wp:posOffset>
            </wp:positionH>
            <wp:positionV relativeFrom="paragraph">
              <wp:posOffset>3367405</wp:posOffset>
            </wp:positionV>
            <wp:extent cx="572135" cy="401320"/>
            <wp:effectExtent l="0" t="0" r="0" b="508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95104" behindDoc="0" locked="0" layoutInCell="1" allowOverlap="1" wp14:anchorId="06A33A7E" wp14:editId="3F07AA8C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32" name="Picture 32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94080" behindDoc="0" locked="0" layoutInCell="1" allowOverlap="1" wp14:anchorId="24268E3C" wp14:editId="762B514F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33" name="Picture 33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4</w:t>
      </w:r>
      <w:r w:rsidRPr="0090117B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4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711D98FA" w14:textId="77777777" w:rsidR="0040044D" w:rsidRDefault="0040044D" w:rsidP="0040044D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40044D" w:rsidRPr="000A63AF" w14:paraId="17854689" w14:textId="77777777" w:rsidTr="00E01254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1782B578" w14:textId="77777777" w:rsidR="0040044D" w:rsidRPr="00C240D5" w:rsidRDefault="0040044D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0C787FCF" w14:textId="77777777" w:rsidR="0040044D" w:rsidRPr="00FB0E81" w:rsidRDefault="0040044D" w:rsidP="00E01254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Share £108 in the ratio 2 : 7</w:t>
            </w:r>
            <w:r w:rsidRPr="00FE7BE4">
              <w:rPr>
                <w:rFonts w:ascii="Avenir Book" w:hAnsi="Avenir Book"/>
              </w:rPr>
              <w:tab/>
            </w:r>
          </w:p>
        </w:tc>
        <w:tc>
          <w:tcPr>
            <w:tcW w:w="425" w:type="dxa"/>
            <w:tcBorders>
              <w:right w:val="nil"/>
            </w:tcBorders>
          </w:tcPr>
          <w:p w14:paraId="05CBD90E" w14:textId="77777777" w:rsidR="0040044D" w:rsidRPr="00C240D5" w:rsidRDefault="0040044D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7852B20B" w14:textId="77777777" w:rsidR="0040044D" w:rsidRPr="000A63AF" w:rsidRDefault="0040044D" w:rsidP="00E01254">
            <w:pPr>
              <w:spacing w:before="120" w:after="0"/>
              <w:rPr>
                <w:rFonts w:ascii="Avenir Book" w:eastAsiaTheme="minorEastAsia" w:hAnsi="Avenir Book"/>
              </w:rPr>
            </w:pPr>
            <w:r w:rsidRPr="00FE7BE4">
              <w:t xml:space="preserve">Write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6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24</m:t>
                  </m:r>
                </m:den>
              </m:f>
            </m:oMath>
            <w:r>
              <w:rPr>
                <w:rFonts w:eastAsiaTheme="minorEastAsia"/>
              </w:rPr>
              <w:t xml:space="preserve"> </w:t>
            </w:r>
            <w:r w:rsidRPr="00FE7BE4">
              <w:rPr>
                <w:rFonts w:eastAsiaTheme="minorEastAsia"/>
              </w:rPr>
              <w:t xml:space="preserve"> in its simplest form.</w:t>
            </w:r>
          </w:p>
        </w:tc>
      </w:tr>
      <w:tr w:rsidR="0040044D" w:rsidRPr="00C240D5" w14:paraId="6EA053AD" w14:textId="77777777" w:rsidTr="00E01254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6EEFB708" w14:textId="77777777" w:rsidR="0040044D" w:rsidRPr="00C240D5" w:rsidRDefault="0040044D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7D4D8FC2" w14:textId="77777777" w:rsidR="0040044D" w:rsidRPr="00C240D5" w:rsidRDefault="0040044D" w:rsidP="00E01254">
            <w:pPr>
              <w:spacing w:before="120" w:after="0"/>
              <w:rPr>
                <w:rFonts w:ascii="Avenir Book" w:hAnsi="Avenir Book"/>
              </w:rPr>
            </w:pPr>
            <w:r>
              <w:t xml:space="preserve">Work out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3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4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</w:rPr>
                        <m:t>2</m:t>
                      </m:r>
                    </m:sup>
                  </m:sSup>
                </m:e>
              </m:rad>
            </m:oMath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23910E5F" w14:textId="77777777" w:rsidR="0040044D" w:rsidRPr="00C240D5" w:rsidRDefault="0040044D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0EE126F6" w14:textId="77777777" w:rsidR="0040044D" w:rsidRPr="00C240D5" w:rsidRDefault="0040044D" w:rsidP="00E01254">
            <w:pPr>
              <w:spacing w:before="120" w:after="0"/>
              <w:rPr>
                <w:rFonts w:ascii="Avenir Book" w:hAnsi="Avenir Book"/>
              </w:rPr>
            </w:pPr>
            <w:r w:rsidRPr="00FE7BE4">
              <w:t>Wha</w:t>
            </w:r>
            <w:r>
              <w:t>t’s the highest common factor o</w:t>
            </w:r>
            <w:r w:rsidRPr="00FE7BE4">
              <w:t xml:space="preserve">f </w:t>
            </w:r>
            <w:r>
              <w:t>14 and 35</w:t>
            </w:r>
            <w:r w:rsidRPr="00FE7BE4">
              <w:t>?</w:t>
            </w:r>
          </w:p>
        </w:tc>
      </w:tr>
      <w:tr w:rsidR="0040044D" w:rsidRPr="00C240D5" w14:paraId="1113B4F4" w14:textId="77777777" w:rsidTr="00E01254">
        <w:trPr>
          <w:trHeight w:val="1398"/>
        </w:trPr>
        <w:tc>
          <w:tcPr>
            <w:tcW w:w="421" w:type="dxa"/>
            <w:tcBorders>
              <w:right w:val="nil"/>
            </w:tcBorders>
          </w:tcPr>
          <w:p w14:paraId="17B7096A" w14:textId="77777777" w:rsidR="0040044D" w:rsidRPr="00C240D5" w:rsidRDefault="0040044D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63F0DAD5" w14:textId="77777777" w:rsidR="0040044D" w:rsidRPr="00FE7BE4" w:rsidRDefault="0040044D" w:rsidP="00E01254">
            <w:pPr>
              <w:spacing w:before="120" w:after="0"/>
              <w:rPr>
                <w:rFonts w:ascii="Arial" w:hAnsi="Arial" w:cs="Arial"/>
                <w:noProof/>
                <w:szCs w:val="20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97152" behindDoc="0" locked="0" layoutInCell="1" allowOverlap="1" wp14:anchorId="76DB48C5" wp14:editId="55839E2F">
                  <wp:simplePos x="0" y="0"/>
                  <wp:positionH relativeFrom="column">
                    <wp:posOffset>2191190</wp:posOffset>
                  </wp:positionH>
                  <wp:positionV relativeFrom="paragraph">
                    <wp:posOffset>186641</wp:posOffset>
                  </wp:positionV>
                  <wp:extent cx="952633" cy="543001"/>
                  <wp:effectExtent l="0" t="0" r="0" b="9525"/>
                  <wp:wrapNone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6CF0C6.t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633" cy="543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E7BE4">
              <w:rPr>
                <w:rFonts w:ascii="Arial" w:hAnsi="Arial" w:cs="Arial"/>
                <w:noProof/>
                <w:szCs w:val="20"/>
              </w:rPr>
              <w:t>Which is the adjacent side?</w:t>
            </w:r>
          </w:p>
          <w:p w14:paraId="2A08077B" w14:textId="77777777" w:rsidR="0040044D" w:rsidRPr="00C240D5" w:rsidRDefault="0040044D" w:rsidP="00E01254">
            <w:pPr>
              <w:spacing w:before="120" w:after="0"/>
              <w:rPr>
                <w:rFonts w:ascii="Avenir Book" w:hAnsi="Avenir Book"/>
              </w:rPr>
            </w:pPr>
          </w:p>
        </w:tc>
      </w:tr>
    </w:tbl>
    <w:p w14:paraId="4A29EFCE" w14:textId="77777777" w:rsidR="004E0640" w:rsidRDefault="004E0640" w:rsidP="00337A5B">
      <w:pPr>
        <w:spacing w:after="120"/>
        <w:ind w:firstLine="720"/>
        <w:rPr>
          <w:rFonts w:ascii="Avenir Book" w:hAnsi="Avenir Book"/>
          <w:sz w:val="24"/>
          <w:szCs w:val="24"/>
        </w:rPr>
      </w:pPr>
      <w:bookmarkStart w:id="0" w:name="_GoBack"/>
      <w:bookmarkEnd w:id="0"/>
    </w:p>
    <w:sectPr w:rsidR="004E0640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40"/>
    <w:rsid w:val="000178A1"/>
    <w:rsid w:val="000A43CA"/>
    <w:rsid w:val="000A63AF"/>
    <w:rsid w:val="000B383E"/>
    <w:rsid w:val="001826A9"/>
    <w:rsid w:val="00213C21"/>
    <w:rsid w:val="00281977"/>
    <w:rsid w:val="002D5D86"/>
    <w:rsid w:val="00333535"/>
    <w:rsid w:val="00337A5B"/>
    <w:rsid w:val="003751F5"/>
    <w:rsid w:val="003D3798"/>
    <w:rsid w:val="003F51D8"/>
    <w:rsid w:val="0040044D"/>
    <w:rsid w:val="00485EC2"/>
    <w:rsid w:val="004E0640"/>
    <w:rsid w:val="00505FC9"/>
    <w:rsid w:val="00525119"/>
    <w:rsid w:val="005766CE"/>
    <w:rsid w:val="005E3D83"/>
    <w:rsid w:val="0064471D"/>
    <w:rsid w:val="00662F43"/>
    <w:rsid w:val="006811A5"/>
    <w:rsid w:val="00705472"/>
    <w:rsid w:val="0072060A"/>
    <w:rsid w:val="00737BE9"/>
    <w:rsid w:val="007A3417"/>
    <w:rsid w:val="007B4226"/>
    <w:rsid w:val="007E2C1A"/>
    <w:rsid w:val="00890B67"/>
    <w:rsid w:val="0090117B"/>
    <w:rsid w:val="0099142F"/>
    <w:rsid w:val="00AD3C1A"/>
    <w:rsid w:val="00B1222C"/>
    <w:rsid w:val="00BE7AC9"/>
    <w:rsid w:val="00C240D5"/>
    <w:rsid w:val="00C41860"/>
    <w:rsid w:val="00D51195"/>
    <w:rsid w:val="00DB511B"/>
    <w:rsid w:val="00DE1BE2"/>
    <w:rsid w:val="00E20822"/>
    <w:rsid w:val="00E7749A"/>
    <w:rsid w:val="00EC4CCA"/>
    <w:rsid w:val="00EE4B3E"/>
    <w:rsid w:val="00F53228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4F183"/>
  <w15:docId w15:val="{CF2F7FDD-2FBF-C546-B737-099A0D735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0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9</cp:revision>
  <dcterms:created xsi:type="dcterms:W3CDTF">2019-02-22T16:52:00Z</dcterms:created>
  <dcterms:modified xsi:type="dcterms:W3CDTF">2019-02-22T16:53:00Z</dcterms:modified>
</cp:coreProperties>
</file>